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BA7" w:rsidRPr="00843A1E" w:rsidRDefault="00DA3BA7" w:rsidP="00843A1E">
      <w:pPr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843A1E">
        <w:rPr>
          <w:rFonts w:ascii="Times New Roman" w:hAnsi="Times New Roman"/>
          <w:b/>
          <w:bCs/>
          <w:color w:val="000000"/>
          <w:sz w:val="27"/>
          <w:szCs w:val="27"/>
        </w:rPr>
        <w:t>олимпиада по технологии (школьный тур)</w:t>
      </w:r>
    </w:p>
    <w:p w:rsidR="00DA3BA7" w:rsidRPr="00843A1E" w:rsidRDefault="00DA3BA7" w:rsidP="00843A1E">
      <w:pPr>
        <w:ind w:left="708"/>
        <w:jc w:val="center"/>
        <w:outlineLvl w:val="2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9</w:t>
      </w:r>
      <w:r w:rsidRPr="00843A1E">
        <w:rPr>
          <w:rFonts w:ascii="Times New Roman" w:hAnsi="Times New Roman"/>
          <w:b/>
          <w:bCs/>
          <w:color w:val="000000"/>
        </w:rPr>
        <w:t xml:space="preserve"> класс(мальчики) 201</w:t>
      </w:r>
      <w:r>
        <w:rPr>
          <w:rFonts w:ascii="Times New Roman" w:hAnsi="Times New Roman"/>
          <w:b/>
          <w:bCs/>
          <w:color w:val="000000"/>
        </w:rPr>
        <w:t>9</w:t>
      </w:r>
      <w:r w:rsidRPr="00843A1E">
        <w:rPr>
          <w:rFonts w:ascii="Times New Roman" w:hAnsi="Times New Roman"/>
          <w:b/>
          <w:bCs/>
          <w:color w:val="000000"/>
        </w:rPr>
        <w:t>-</w:t>
      </w:r>
      <w:r>
        <w:rPr>
          <w:rFonts w:ascii="Times New Roman" w:hAnsi="Times New Roman"/>
          <w:b/>
          <w:bCs/>
          <w:color w:val="000000"/>
        </w:rPr>
        <w:t xml:space="preserve">20 </w:t>
      </w:r>
      <w:r w:rsidRPr="00843A1E">
        <w:rPr>
          <w:rFonts w:ascii="Times New Roman" w:hAnsi="Times New Roman"/>
          <w:b/>
          <w:bCs/>
          <w:color w:val="000000"/>
        </w:rPr>
        <w:t>уч.год</w:t>
      </w:r>
    </w:p>
    <w:p w:rsidR="00DA3BA7" w:rsidRDefault="00DA3BA7" w:rsidP="00843A1E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DA3BA7" w:rsidRPr="00843A1E" w:rsidRDefault="00DA3BA7" w:rsidP="00843A1E">
      <w:pPr>
        <w:rPr>
          <w:rFonts w:ascii="Times New Roman" w:hAnsi="Times New Roman"/>
          <w:b/>
          <w:i/>
          <w:sz w:val="24"/>
          <w:szCs w:val="24"/>
        </w:rPr>
      </w:pPr>
      <w:r w:rsidRPr="00843A1E">
        <w:rPr>
          <w:rFonts w:ascii="Times New Roman" w:hAnsi="Times New Roman"/>
          <w:b/>
          <w:i/>
          <w:sz w:val="24"/>
          <w:szCs w:val="24"/>
        </w:rPr>
        <w:t>За каждый правильный ответ – 1 балл</w:t>
      </w:r>
    </w:p>
    <w:p w:rsidR="00DA3BA7" w:rsidRPr="00843A1E" w:rsidRDefault="00DA3BA7" w:rsidP="00843A1E">
      <w:pPr>
        <w:rPr>
          <w:rFonts w:ascii="Times New Roman" w:hAnsi="Times New Roman"/>
          <w:b/>
          <w:i/>
          <w:sz w:val="24"/>
          <w:szCs w:val="24"/>
        </w:rPr>
      </w:pPr>
      <w:r w:rsidRPr="00843A1E">
        <w:rPr>
          <w:rFonts w:ascii="Times New Roman" w:hAnsi="Times New Roman"/>
          <w:b/>
          <w:i/>
          <w:sz w:val="24"/>
          <w:szCs w:val="24"/>
        </w:rPr>
        <w:t xml:space="preserve">В 20 вопросе за каждое правило – 1 балл. </w:t>
      </w:r>
    </w:p>
    <w:p w:rsidR="00DA3BA7" w:rsidRDefault="00DA3BA7" w:rsidP="006B47DF">
      <w:pPr>
        <w:shd w:val="clear" w:color="auto" w:fill="FFFFFF"/>
        <w:rPr>
          <w:b/>
          <w:color w:val="000000"/>
          <w:sz w:val="24"/>
          <w:szCs w:val="24"/>
        </w:rPr>
      </w:pPr>
    </w:p>
    <w:p w:rsidR="00DA3BA7" w:rsidRPr="006B47DF" w:rsidRDefault="00DA3BA7" w:rsidP="006B47DF">
      <w:pPr>
        <w:pStyle w:val="ListParagraph"/>
        <w:numPr>
          <w:ilvl w:val="0"/>
          <w:numId w:val="2"/>
        </w:numPr>
        <w:shd w:val="clear" w:color="auto" w:fill="FFFFFF"/>
        <w:ind w:left="284" w:hanging="284"/>
        <w:rPr>
          <w:b/>
          <w:color w:val="000000"/>
          <w:sz w:val="24"/>
          <w:szCs w:val="24"/>
        </w:rPr>
      </w:pPr>
      <w:r w:rsidRPr="006B47DF">
        <w:rPr>
          <w:b/>
          <w:color w:val="000000"/>
          <w:sz w:val="24"/>
          <w:szCs w:val="24"/>
        </w:rPr>
        <w:t>Выберите правильный ответ:</w:t>
      </w:r>
    </w:p>
    <w:p w:rsidR="00DA3BA7" w:rsidRDefault="00DA3BA7" w:rsidP="006B47DF">
      <w:pPr>
        <w:pStyle w:val="ListParagraph"/>
        <w:shd w:val="clear" w:color="auto" w:fill="FFFFFF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Предмет</w:t>
      </w:r>
      <w:r w:rsidRPr="006B47DF">
        <w:rPr>
          <w:color w:val="000000"/>
          <w:sz w:val="24"/>
          <w:szCs w:val="24"/>
        </w:rPr>
        <w:t xml:space="preserve"> «Технология» изучает:</w:t>
      </w:r>
    </w:p>
    <w:p w:rsidR="00DA3BA7" w:rsidRDefault="00DA3BA7" w:rsidP="006B47DF">
      <w:pPr>
        <w:pStyle w:val="ListParagraph"/>
        <w:shd w:val="clear" w:color="auto" w:fill="FFFFFF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</w:t>
      </w:r>
      <w:r w:rsidRPr="006B47DF">
        <w:rPr>
          <w:color w:val="000000"/>
          <w:sz w:val="24"/>
          <w:szCs w:val="24"/>
        </w:rPr>
        <w:t xml:space="preserve"> технология производства самолетов и ракет</w:t>
      </w:r>
    </w:p>
    <w:p w:rsidR="00DA3BA7" w:rsidRDefault="00DA3BA7" w:rsidP="006B47DF">
      <w:pPr>
        <w:pStyle w:val="ListParagraph"/>
        <w:shd w:val="clear" w:color="auto" w:fill="FFFFFF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Б.</w:t>
      </w:r>
      <w:r w:rsidRPr="006B47DF">
        <w:rPr>
          <w:color w:val="000000"/>
          <w:sz w:val="24"/>
          <w:szCs w:val="24"/>
        </w:rPr>
        <w:t xml:space="preserve"> технологии создания медицинских инструментов</w:t>
      </w:r>
    </w:p>
    <w:p w:rsidR="00DA3BA7" w:rsidRDefault="00DA3BA7" w:rsidP="006B47DF">
      <w:pPr>
        <w:pStyle w:val="ListParagraph"/>
        <w:shd w:val="clear" w:color="auto" w:fill="FFFFFF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</w:t>
      </w:r>
      <w:r w:rsidRPr="006B47DF">
        <w:rPr>
          <w:color w:val="000000"/>
          <w:sz w:val="24"/>
          <w:szCs w:val="24"/>
        </w:rPr>
        <w:t xml:space="preserve"> технологии преобразования материалов, энергии, информации</w:t>
      </w:r>
    </w:p>
    <w:p w:rsidR="00DA3BA7" w:rsidRPr="006B47DF" w:rsidRDefault="00DA3BA7" w:rsidP="006B47DF">
      <w:pPr>
        <w:pStyle w:val="ListParagraph"/>
        <w:shd w:val="clear" w:color="auto" w:fill="FFFFFF"/>
        <w:ind w:left="0"/>
        <w:rPr>
          <w:sz w:val="24"/>
          <w:szCs w:val="24"/>
        </w:rPr>
      </w:pPr>
    </w:p>
    <w:p w:rsidR="00DA3BA7" w:rsidRPr="00002BDD" w:rsidRDefault="00DA3BA7" w:rsidP="00B10589">
      <w:pPr>
        <w:tabs>
          <w:tab w:val="num" w:pos="0"/>
          <w:tab w:val="num" w:pos="360"/>
        </w:tabs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bCs/>
          <w:iCs/>
          <w:sz w:val="24"/>
          <w:szCs w:val="24"/>
          <w:lang w:eastAsia="ru-RU"/>
        </w:rPr>
        <w:t>2. Семейный бюджет представляет собой:</w:t>
      </w:r>
    </w:p>
    <w:p w:rsidR="00DA3BA7" w:rsidRPr="00002BDD" w:rsidRDefault="00DA3BA7" w:rsidP="00B10589">
      <w:pPr>
        <w:tabs>
          <w:tab w:val="left" w:pos="1428"/>
          <w:tab w:val="num" w:pos="1800"/>
          <w:tab w:val="num" w:pos="30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А. сумму всех доходов семьи</w:t>
      </w:r>
    </w:p>
    <w:p w:rsidR="00DA3BA7" w:rsidRPr="00002BDD" w:rsidRDefault="00DA3BA7" w:rsidP="00B10589">
      <w:pPr>
        <w:tabs>
          <w:tab w:val="left" w:pos="1428"/>
          <w:tab w:val="num" w:pos="1800"/>
          <w:tab w:val="num" w:pos="30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Б. суммарную заработную плату членов семьи</w:t>
      </w:r>
    </w:p>
    <w:p w:rsidR="00DA3BA7" w:rsidRPr="00002BDD" w:rsidRDefault="00DA3BA7" w:rsidP="00B10589">
      <w:pPr>
        <w:tabs>
          <w:tab w:val="left" w:pos="1428"/>
          <w:tab w:val="num" w:pos="1800"/>
          <w:tab w:val="num" w:pos="30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В. сумму всех расходов семьи</w:t>
      </w:r>
    </w:p>
    <w:p w:rsidR="00DA3BA7" w:rsidRDefault="00DA3BA7" w:rsidP="006B47DF">
      <w:pPr>
        <w:tabs>
          <w:tab w:val="left" w:pos="1428"/>
          <w:tab w:val="num" w:pos="1800"/>
          <w:tab w:val="num" w:pos="30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Г. план доходов и расходов семьи</w:t>
      </w:r>
    </w:p>
    <w:p w:rsidR="00DA3BA7" w:rsidRPr="006B47DF" w:rsidRDefault="00DA3BA7" w:rsidP="006B47DF">
      <w:pPr>
        <w:tabs>
          <w:tab w:val="left" w:pos="1428"/>
          <w:tab w:val="num" w:pos="1800"/>
          <w:tab w:val="num" w:pos="30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sz w:val="24"/>
          <w:szCs w:val="24"/>
          <w:lang w:eastAsia="ru-RU"/>
        </w:rPr>
        <w:t>3. Предпринимательство – это</w:t>
      </w: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А. трудовая деятельность</w:t>
      </w: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Б. работа по найму</w:t>
      </w:r>
    </w:p>
    <w:p w:rsidR="00DA3BA7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В. инициативная деятельность</w:t>
      </w: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sz w:val="24"/>
          <w:szCs w:val="24"/>
          <w:lang w:eastAsia="ru-RU"/>
        </w:rPr>
        <w:t>4. Формула П=Д-С  определяет:</w:t>
      </w:r>
    </w:p>
    <w:p w:rsidR="00DA3BA7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А. доход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002BDD">
        <w:rPr>
          <w:rFonts w:ascii="Times New Roman" w:hAnsi="Times New Roman"/>
          <w:sz w:val="24"/>
          <w:szCs w:val="24"/>
          <w:lang w:eastAsia="ru-RU"/>
        </w:rPr>
        <w:t>Б. прибыль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Pr="00002BDD">
        <w:rPr>
          <w:rFonts w:ascii="Times New Roman" w:hAnsi="Times New Roman"/>
          <w:sz w:val="24"/>
          <w:szCs w:val="24"/>
          <w:lang w:eastAsia="ru-RU"/>
        </w:rPr>
        <w:t>В. Себестоимость</w:t>
      </w: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sz w:val="24"/>
          <w:szCs w:val="24"/>
          <w:lang w:eastAsia="ru-RU"/>
        </w:rPr>
        <w:t>5. Себестоимость товара включает в себя затраты на:</w:t>
      </w: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А. Материалы</w:t>
      </w: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Б. Материалы и электроэнергию</w:t>
      </w:r>
    </w:p>
    <w:p w:rsidR="00DA3BA7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В. Материалы , электроэнергию и оплату труда.</w:t>
      </w: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sz w:val="24"/>
          <w:szCs w:val="24"/>
          <w:lang w:eastAsia="ru-RU"/>
        </w:rPr>
        <w:t>6. Какое из свойств товаров говорит о его надёжности:</w:t>
      </w:r>
    </w:p>
    <w:p w:rsidR="00DA3BA7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А. оригинальность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  <w:r w:rsidRPr="00002BDD">
        <w:rPr>
          <w:rFonts w:ascii="Times New Roman" w:hAnsi="Times New Roman"/>
          <w:sz w:val="24"/>
          <w:szCs w:val="24"/>
          <w:lang w:eastAsia="ru-RU"/>
        </w:rPr>
        <w:t>Б. модность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Pr="00002BDD">
        <w:rPr>
          <w:rFonts w:ascii="Times New Roman" w:hAnsi="Times New Roman"/>
          <w:sz w:val="24"/>
          <w:szCs w:val="24"/>
          <w:lang w:eastAsia="ru-RU"/>
        </w:rPr>
        <w:t>В. Практичность</w:t>
      </w: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sz w:val="24"/>
          <w:szCs w:val="24"/>
          <w:lang w:eastAsia="ru-RU"/>
        </w:rPr>
        <w:t>7. Доходы семейного бюджета могут складываться из:</w:t>
      </w: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А. зарплаты, пенсий, налогов</w:t>
      </w: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Б. зарплаты, пенсий, обязательных платежей</w:t>
      </w:r>
    </w:p>
    <w:p w:rsidR="00DA3BA7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В. зарплаты, пенсий, предпринимательства</w:t>
      </w:r>
    </w:p>
    <w:p w:rsidR="00DA3BA7" w:rsidRPr="00002BDD" w:rsidRDefault="00DA3BA7" w:rsidP="00B105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A3BA7" w:rsidRPr="00002BDD" w:rsidRDefault="00DA3BA7" w:rsidP="00B10589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sz w:val="24"/>
          <w:szCs w:val="24"/>
          <w:lang w:eastAsia="ru-RU"/>
        </w:rPr>
        <w:t>8. Расходная часть бюджета семьи включает:</w:t>
      </w:r>
    </w:p>
    <w:p w:rsidR="00DA3BA7" w:rsidRPr="00002BDD" w:rsidRDefault="00DA3BA7" w:rsidP="00B105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А. расходы на питание;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002BDD">
        <w:rPr>
          <w:rFonts w:ascii="Times New Roman" w:hAnsi="Times New Roman"/>
          <w:sz w:val="24"/>
          <w:szCs w:val="24"/>
          <w:lang w:eastAsia="ru-RU"/>
        </w:rPr>
        <w:t>Б. зарплату;</w:t>
      </w:r>
    </w:p>
    <w:p w:rsidR="00DA3BA7" w:rsidRDefault="00DA3BA7" w:rsidP="00B105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В. пенсию;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Pr="00002BDD">
        <w:rPr>
          <w:rFonts w:ascii="Times New Roman" w:hAnsi="Times New Roman"/>
          <w:sz w:val="24"/>
          <w:szCs w:val="24"/>
          <w:lang w:eastAsia="ru-RU"/>
        </w:rPr>
        <w:t>Г. доход от предпринимательской деятельности.</w:t>
      </w:r>
    </w:p>
    <w:p w:rsidR="00DA3BA7" w:rsidRPr="00002BDD" w:rsidRDefault="00DA3BA7" w:rsidP="00B105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3BA7" w:rsidRPr="00002BDD" w:rsidRDefault="00DA3BA7" w:rsidP="00B105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sz w:val="24"/>
          <w:szCs w:val="24"/>
          <w:lang w:eastAsia="ru-RU"/>
        </w:rPr>
        <w:t>9. Доходная часть бюджета семьи включает:</w:t>
      </w:r>
    </w:p>
    <w:p w:rsidR="00DA3BA7" w:rsidRPr="00002BDD" w:rsidRDefault="00DA3BA7" w:rsidP="00B105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А. оплату развлечений;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Pr="00002BDD">
        <w:rPr>
          <w:rFonts w:ascii="Times New Roman" w:hAnsi="Times New Roman"/>
          <w:sz w:val="24"/>
          <w:szCs w:val="24"/>
          <w:lang w:eastAsia="ru-RU"/>
        </w:rPr>
        <w:t>Б. зарплату;</w:t>
      </w:r>
    </w:p>
    <w:p w:rsidR="00DA3BA7" w:rsidRPr="00002BDD" w:rsidRDefault="00DA3BA7" w:rsidP="00B105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В. оплату продуктов;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Pr="00002BDD">
        <w:rPr>
          <w:rFonts w:ascii="Times New Roman" w:hAnsi="Times New Roman"/>
          <w:sz w:val="24"/>
          <w:szCs w:val="24"/>
          <w:lang w:eastAsia="ru-RU"/>
        </w:rPr>
        <w:t>Г. оплату коммунальных услуг.</w:t>
      </w:r>
    </w:p>
    <w:p w:rsidR="00DA3BA7" w:rsidRDefault="00DA3BA7"/>
    <w:p w:rsidR="00DA3BA7" w:rsidRPr="00002BDD" w:rsidRDefault="00DA3BA7" w:rsidP="007812A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sz w:val="24"/>
          <w:szCs w:val="24"/>
          <w:lang w:eastAsia="ru-RU"/>
        </w:rPr>
        <w:t>10.Отметьте все правильные ответы: К разъемным соединениям относится:</w:t>
      </w:r>
    </w:p>
    <w:p w:rsidR="00DA3BA7" w:rsidRPr="00002BDD" w:rsidRDefault="00DA3BA7" w:rsidP="007812A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 xml:space="preserve"> А. соединение на заклепках;       Б . сварные соединения; </w:t>
      </w:r>
    </w:p>
    <w:p w:rsidR="00DA3BA7" w:rsidRDefault="00DA3BA7" w:rsidP="007812A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В. соединения винтом;                  Г . соединения шурупом.</w:t>
      </w:r>
    </w:p>
    <w:p w:rsidR="00DA3BA7" w:rsidRPr="00002BDD" w:rsidRDefault="00DA3BA7" w:rsidP="007812A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3BA7" w:rsidRDefault="00DA3BA7" w:rsidP="007812A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sz w:val="24"/>
          <w:szCs w:val="24"/>
          <w:lang w:eastAsia="ru-RU"/>
        </w:rPr>
        <w:t>11.</w:t>
      </w:r>
      <w:r w:rsidRPr="00002BDD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Pr="00002BDD">
        <w:rPr>
          <w:rFonts w:ascii="Times New Roman" w:hAnsi="Times New Roman"/>
          <w:b/>
          <w:sz w:val="24"/>
          <w:szCs w:val="24"/>
          <w:lang w:eastAsia="ru-RU"/>
        </w:rPr>
        <w:t>Тепловое действие электрического тока используется в: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br/>
        <w:t xml:space="preserve">а) генераторах            </w:t>
      </w:r>
      <w:r w:rsidRPr="00002BDD">
        <w:rPr>
          <w:rFonts w:ascii="Times New Roman" w:hAnsi="Times New Roman"/>
          <w:sz w:val="24"/>
          <w:szCs w:val="24"/>
          <w:lang w:eastAsia="ru-RU"/>
        </w:rPr>
        <w:t>б) элект</w:t>
      </w:r>
      <w:r>
        <w:rPr>
          <w:rFonts w:ascii="Times New Roman" w:hAnsi="Times New Roman"/>
          <w:sz w:val="24"/>
          <w:szCs w:val="24"/>
          <w:lang w:eastAsia="ru-RU"/>
        </w:rPr>
        <w:t xml:space="preserve">родвигателях </w:t>
      </w:r>
      <w:r>
        <w:rPr>
          <w:rFonts w:ascii="Times New Roman" w:hAnsi="Times New Roman"/>
          <w:sz w:val="24"/>
          <w:szCs w:val="24"/>
          <w:lang w:eastAsia="ru-RU"/>
        </w:rPr>
        <w:br/>
        <w:t xml:space="preserve">в) электроутюгах        </w:t>
      </w:r>
      <w:r w:rsidRPr="00002BDD">
        <w:rPr>
          <w:rFonts w:ascii="Times New Roman" w:hAnsi="Times New Roman"/>
          <w:sz w:val="24"/>
          <w:szCs w:val="24"/>
          <w:lang w:eastAsia="ru-RU"/>
        </w:rPr>
        <w:t xml:space="preserve">г) трансформаторах </w:t>
      </w:r>
    </w:p>
    <w:p w:rsidR="00DA3BA7" w:rsidRPr="00002BDD" w:rsidRDefault="00DA3BA7" w:rsidP="007812A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A3BA7" w:rsidRDefault="00DA3BA7" w:rsidP="007812A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sz w:val="24"/>
          <w:szCs w:val="24"/>
          <w:lang w:eastAsia="ru-RU"/>
        </w:rPr>
        <w:t xml:space="preserve">12. Какой источник электроэнергии выдает переменный ток: </w:t>
      </w:r>
      <w:r w:rsidRPr="00002BDD">
        <w:rPr>
          <w:rFonts w:ascii="Times New Roman" w:hAnsi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а) сеть 220 в               </w:t>
      </w:r>
      <w:r w:rsidRPr="00002BDD">
        <w:rPr>
          <w:rFonts w:ascii="Times New Roman" w:hAnsi="Times New Roman"/>
          <w:sz w:val="24"/>
          <w:szCs w:val="24"/>
          <w:lang w:eastAsia="ru-RU"/>
        </w:rPr>
        <w:t>б) аккумулято</w:t>
      </w:r>
      <w:r>
        <w:rPr>
          <w:rFonts w:ascii="Times New Roman" w:hAnsi="Times New Roman"/>
          <w:sz w:val="24"/>
          <w:szCs w:val="24"/>
          <w:lang w:eastAsia="ru-RU"/>
        </w:rPr>
        <w:t xml:space="preserve">р </w:t>
      </w:r>
      <w:r>
        <w:rPr>
          <w:rFonts w:ascii="Times New Roman" w:hAnsi="Times New Roman"/>
          <w:sz w:val="24"/>
          <w:szCs w:val="24"/>
          <w:lang w:eastAsia="ru-RU"/>
        </w:rPr>
        <w:br/>
        <w:t xml:space="preserve">в) гальваническая батарейка          </w:t>
      </w:r>
      <w:r w:rsidRPr="00002BDD">
        <w:rPr>
          <w:rFonts w:ascii="Times New Roman" w:hAnsi="Times New Roman"/>
          <w:sz w:val="24"/>
          <w:szCs w:val="24"/>
          <w:lang w:eastAsia="ru-RU"/>
        </w:rPr>
        <w:t xml:space="preserve">г) фотоэлемент </w:t>
      </w:r>
    </w:p>
    <w:p w:rsidR="00DA3BA7" w:rsidRDefault="00DA3BA7" w:rsidP="007812A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br/>
      </w:r>
      <w:r w:rsidRPr="00002BDD">
        <w:rPr>
          <w:rFonts w:ascii="Times New Roman" w:hAnsi="Times New Roman"/>
          <w:b/>
          <w:sz w:val="24"/>
          <w:szCs w:val="24"/>
          <w:lang w:eastAsia="ru-RU"/>
        </w:rPr>
        <w:t>13. Безопасным является электрическое напряжение: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br/>
        <w:t xml:space="preserve">а) 380В            б) 220В       в) 127В     г) 36В     </w:t>
      </w:r>
      <w:r w:rsidRPr="00002BDD">
        <w:rPr>
          <w:rFonts w:ascii="Times New Roman" w:hAnsi="Times New Roman"/>
          <w:sz w:val="24"/>
          <w:szCs w:val="24"/>
          <w:lang w:eastAsia="ru-RU"/>
        </w:rPr>
        <w:t xml:space="preserve">д)12В </w:t>
      </w:r>
    </w:p>
    <w:p w:rsidR="00DA3BA7" w:rsidRPr="00002BDD" w:rsidRDefault="00DA3BA7" w:rsidP="007812A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DA3BA7" w:rsidRPr="00002BDD" w:rsidRDefault="00DA3BA7" w:rsidP="007812A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sz w:val="24"/>
          <w:szCs w:val="24"/>
          <w:lang w:eastAsia="ru-RU"/>
        </w:rPr>
        <w:t xml:space="preserve">14. К устройствам управления и защиты в электрических цепях относятся: </w:t>
      </w:r>
      <w:r w:rsidRPr="00002BDD">
        <w:rPr>
          <w:rFonts w:ascii="Times New Roman" w:hAnsi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а) трансформаторы             б) выпрямители       </w:t>
      </w:r>
      <w:r w:rsidRPr="00002BDD">
        <w:rPr>
          <w:rFonts w:ascii="Times New Roman" w:hAnsi="Times New Roman"/>
          <w:sz w:val="24"/>
          <w:szCs w:val="24"/>
          <w:lang w:eastAsia="ru-RU"/>
        </w:rPr>
        <w:t>в) осветительные приб</w:t>
      </w:r>
      <w:r>
        <w:rPr>
          <w:rFonts w:ascii="Times New Roman" w:hAnsi="Times New Roman"/>
          <w:sz w:val="24"/>
          <w:szCs w:val="24"/>
          <w:lang w:eastAsia="ru-RU"/>
        </w:rPr>
        <w:t xml:space="preserve">оры </w:t>
      </w:r>
      <w:r>
        <w:rPr>
          <w:rFonts w:ascii="Times New Roman" w:hAnsi="Times New Roman"/>
          <w:sz w:val="24"/>
          <w:szCs w:val="24"/>
          <w:lang w:eastAsia="ru-RU"/>
        </w:rPr>
        <w:br/>
        <w:t xml:space="preserve">г) нагревательные приборы       </w:t>
      </w:r>
      <w:r w:rsidRPr="00002BDD">
        <w:rPr>
          <w:rFonts w:ascii="Times New Roman" w:hAnsi="Times New Roman"/>
          <w:sz w:val="24"/>
          <w:szCs w:val="24"/>
          <w:lang w:eastAsia="ru-RU"/>
        </w:rPr>
        <w:t xml:space="preserve">д) выключатели и предохранители </w:t>
      </w:r>
    </w:p>
    <w:p w:rsidR="00DA3BA7" w:rsidRDefault="00DA3BA7" w:rsidP="007812A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sz w:val="24"/>
          <w:szCs w:val="24"/>
          <w:lang w:eastAsia="ru-RU"/>
        </w:rPr>
        <w:t xml:space="preserve">15. Единица измерения силы тока: </w:t>
      </w:r>
      <w:r w:rsidRPr="00002BDD">
        <w:rPr>
          <w:rFonts w:ascii="Times New Roman" w:hAnsi="Times New Roman"/>
          <w:i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а) вольт    б) Ом    в) ватт     </w:t>
      </w:r>
      <w:r w:rsidRPr="00002BDD">
        <w:rPr>
          <w:rFonts w:ascii="Times New Roman" w:hAnsi="Times New Roman"/>
          <w:sz w:val="24"/>
          <w:szCs w:val="24"/>
          <w:lang w:eastAsia="ru-RU"/>
        </w:rPr>
        <w:t xml:space="preserve">г) ампер </w:t>
      </w:r>
    </w:p>
    <w:p w:rsidR="00DA3BA7" w:rsidRPr="00002BDD" w:rsidRDefault="00DA3BA7" w:rsidP="007812A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A3BA7" w:rsidRDefault="00DA3BA7" w:rsidP="007812A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sz w:val="24"/>
          <w:szCs w:val="24"/>
          <w:lang w:eastAsia="ru-RU"/>
        </w:rPr>
        <w:t>16. Единица измерения напряжения:</w:t>
      </w:r>
    </w:p>
    <w:p w:rsidR="00DA3BA7" w:rsidRDefault="00DA3BA7" w:rsidP="007812A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а) вольт   б) Ом    в) ватт   </w:t>
      </w:r>
      <w:r w:rsidRPr="00002BDD">
        <w:rPr>
          <w:rFonts w:ascii="Times New Roman" w:hAnsi="Times New Roman"/>
          <w:sz w:val="24"/>
          <w:szCs w:val="24"/>
          <w:lang w:eastAsia="ru-RU"/>
        </w:rPr>
        <w:t xml:space="preserve">г) ампер </w:t>
      </w:r>
    </w:p>
    <w:p w:rsidR="00DA3BA7" w:rsidRDefault="00DA3BA7" w:rsidP="007812A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A3BA7" w:rsidRPr="00EE72FB" w:rsidRDefault="00DA3BA7" w:rsidP="00EE72F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</w:rPr>
        <w:t>17.</w:t>
      </w:r>
      <w:r w:rsidRPr="00EE72FB">
        <w:rPr>
          <w:b/>
          <w:bCs/>
          <w:color w:val="000000"/>
          <w:sz w:val="28"/>
          <w:szCs w:val="28"/>
        </w:rPr>
        <w:t xml:space="preserve"> </w:t>
      </w:r>
      <w:r w:rsidRPr="00EE72FB">
        <w:rPr>
          <w:rStyle w:val="c0"/>
          <w:b/>
          <w:bCs/>
          <w:color w:val="000000"/>
        </w:rPr>
        <w:t>Для передачи информации в телевидении используются:</w:t>
      </w:r>
    </w:p>
    <w:p w:rsidR="00DA3BA7" w:rsidRPr="00EE72FB" w:rsidRDefault="00DA3BA7" w:rsidP="00EE72F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E72FB">
        <w:rPr>
          <w:rStyle w:val="c0"/>
          <w:color w:val="000000"/>
        </w:rPr>
        <w:t>а) ультразвук;</w:t>
      </w:r>
    </w:p>
    <w:p w:rsidR="00DA3BA7" w:rsidRPr="00EE72FB" w:rsidRDefault="00DA3BA7" w:rsidP="00EE72F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E72FB">
        <w:rPr>
          <w:rStyle w:val="c0"/>
          <w:color w:val="000000"/>
        </w:rPr>
        <w:t>б) инфразвук;</w:t>
      </w:r>
    </w:p>
    <w:p w:rsidR="00DA3BA7" w:rsidRPr="00EE72FB" w:rsidRDefault="00DA3BA7" w:rsidP="00EE72F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E72FB">
        <w:rPr>
          <w:rStyle w:val="c0"/>
          <w:color w:val="000000"/>
        </w:rPr>
        <w:t>в) электромагнитные волны;</w:t>
      </w:r>
    </w:p>
    <w:p w:rsidR="00DA3BA7" w:rsidRDefault="00DA3BA7" w:rsidP="00EE72F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EE72FB">
        <w:rPr>
          <w:rStyle w:val="c0"/>
          <w:color w:val="000000"/>
        </w:rPr>
        <w:t>г) поле тяготения.</w:t>
      </w:r>
    </w:p>
    <w:p w:rsidR="00DA3BA7" w:rsidRPr="00EE72FB" w:rsidRDefault="00DA3BA7" w:rsidP="00EE72F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DA3BA7" w:rsidRPr="00002BDD" w:rsidRDefault="00DA3BA7" w:rsidP="007812A2">
      <w:pPr>
        <w:pStyle w:val="List"/>
        <w:rPr>
          <w:b/>
        </w:rPr>
      </w:pPr>
      <w:r w:rsidRPr="00002BDD">
        <w:rPr>
          <w:b/>
        </w:rPr>
        <w:t>18.  Выполнение проекта начинается:</w:t>
      </w:r>
    </w:p>
    <w:p w:rsidR="00DA3BA7" w:rsidRPr="00002BDD" w:rsidRDefault="00DA3BA7" w:rsidP="007812A2">
      <w:pPr>
        <w:pStyle w:val="List2"/>
        <w:numPr>
          <w:ilvl w:val="2"/>
          <w:numId w:val="1"/>
        </w:numPr>
        <w:tabs>
          <w:tab w:val="clear" w:pos="1935"/>
          <w:tab w:val="num" w:pos="709"/>
        </w:tabs>
        <w:ind w:hanging="1651"/>
      </w:pPr>
      <w:r w:rsidRPr="00002BDD">
        <w:t>с выбора оптимальной идеи реализации проекта;</w:t>
      </w:r>
    </w:p>
    <w:p w:rsidR="00DA3BA7" w:rsidRPr="00002BDD" w:rsidRDefault="00DA3BA7" w:rsidP="007812A2">
      <w:pPr>
        <w:pStyle w:val="List2"/>
        <w:numPr>
          <w:ilvl w:val="2"/>
          <w:numId w:val="1"/>
        </w:numPr>
        <w:tabs>
          <w:tab w:val="clear" w:pos="1935"/>
          <w:tab w:val="num" w:pos="709"/>
        </w:tabs>
        <w:ind w:hanging="1651"/>
      </w:pPr>
      <w:r w:rsidRPr="00002BDD">
        <w:t xml:space="preserve"> с разработки конструкции изделия;</w:t>
      </w:r>
    </w:p>
    <w:p w:rsidR="00DA3BA7" w:rsidRPr="00002BDD" w:rsidRDefault="00DA3BA7" w:rsidP="007812A2">
      <w:pPr>
        <w:pStyle w:val="List2"/>
        <w:numPr>
          <w:ilvl w:val="2"/>
          <w:numId w:val="1"/>
        </w:numPr>
        <w:tabs>
          <w:tab w:val="clear" w:pos="1935"/>
          <w:tab w:val="num" w:pos="709"/>
        </w:tabs>
        <w:ind w:hanging="1651"/>
      </w:pPr>
      <w:r w:rsidRPr="00002BDD">
        <w:t>с разработки технологии изготовления изделия;</w:t>
      </w:r>
    </w:p>
    <w:p w:rsidR="00DA3BA7" w:rsidRDefault="00DA3BA7" w:rsidP="007812A2">
      <w:pPr>
        <w:pStyle w:val="List2"/>
        <w:numPr>
          <w:ilvl w:val="2"/>
          <w:numId w:val="1"/>
        </w:numPr>
        <w:tabs>
          <w:tab w:val="clear" w:pos="1935"/>
          <w:tab w:val="num" w:pos="709"/>
        </w:tabs>
        <w:ind w:hanging="1651"/>
      </w:pPr>
      <w:r w:rsidRPr="00002BDD">
        <w:t>с определения проблемы и темы проекта.</w:t>
      </w:r>
    </w:p>
    <w:p w:rsidR="00DA3BA7" w:rsidRPr="00002BDD" w:rsidRDefault="00DA3BA7" w:rsidP="007812A2">
      <w:pPr>
        <w:pStyle w:val="List2"/>
      </w:pPr>
    </w:p>
    <w:p w:rsidR="00DA3BA7" w:rsidRDefault="00DA3BA7" w:rsidP="007812A2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002BDD">
        <w:rPr>
          <w:rFonts w:ascii="Times New Roman" w:hAnsi="Times New Roman"/>
          <w:b/>
          <w:sz w:val="24"/>
          <w:szCs w:val="24"/>
          <w:lang w:eastAsia="ru-RU"/>
        </w:rPr>
        <w:t>19.Какая профессия относится к «человек – природа»</w:t>
      </w:r>
      <w:r w:rsidRPr="00002BDD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02BDD">
        <w:rPr>
          <w:rFonts w:ascii="Times New Roman" w:hAnsi="Times New Roman"/>
          <w:b/>
          <w:sz w:val="24"/>
          <w:szCs w:val="24"/>
          <w:lang w:eastAsia="ru-RU"/>
        </w:rPr>
        <w:tab/>
      </w:r>
    </w:p>
    <w:p w:rsidR="00DA3BA7" w:rsidRPr="00002BDD" w:rsidRDefault="00DA3BA7" w:rsidP="007812A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а.</w:t>
      </w:r>
      <w:r>
        <w:rPr>
          <w:rFonts w:ascii="Times New Roman" w:hAnsi="Times New Roman"/>
          <w:sz w:val="24"/>
          <w:szCs w:val="24"/>
          <w:lang w:eastAsia="ru-RU"/>
        </w:rPr>
        <w:t>)</w:t>
      </w:r>
      <w:r w:rsidRPr="00002BDD">
        <w:rPr>
          <w:rFonts w:ascii="Times New Roman" w:hAnsi="Times New Roman"/>
          <w:sz w:val="24"/>
          <w:szCs w:val="24"/>
          <w:lang w:eastAsia="ru-RU"/>
        </w:rPr>
        <w:t xml:space="preserve"> Учитель биологии </w:t>
      </w:r>
    </w:p>
    <w:p w:rsidR="00DA3BA7" w:rsidRPr="00002BDD" w:rsidRDefault="00DA3BA7" w:rsidP="007812A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б.</w:t>
      </w:r>
      <w:r>
        <w:rPr>
          <w:rFonts w:ascii="Times New Roman" w:hAnsi="Times New Roman"/>
          <w:sz w:val="24"/>
          <w:szCs w:val="24"/>
          <w:lang w:eastAsia="ru-RU"/>
        </w:rPr>
        <w:t>) Столяр</w:t>
      </w:r>
      <w:r w:rsidRPr="00002BDD">
        <w:rPr>
          <w:rFonts w:ascii="Times New Roman" w:hAnsi="Times New Roman"/>
          <w:sz w:val="24"/>
          <w:szCs w:val="24"/>
          <w:lang w:eastAsia="ru-RU"/>
        </w:rPr>
        <w:t xml:space="preserve"> краснодеревщик </w:t>
      </w:r>
    </w:p>
    <w:p w:rsidR="00DA3BA7" w:rsidRPr="00002BDD" w:rsidRDefault="00DA3BA7" w:rsidP="007812A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>в.</w:t>
      </w:r>
      <w:r>
        <w:rPr>
          <w:rFonts w:ascii="Times New Roman" w:hAnsi="Times New Roman"/>
          <w:sz w:val="24"/>
          <w:szCs w:val="24"/>
          <w:lang w:eastAsia="ru-RU"/>
        </w:rPr>
        <w:t>)</w:t>
      </w:r>
      <w:r w:rsidRPr="00002BDD">
        <w:rPr>
          <w:rFonts w:ascii="Times New Roman" w:hAnsi="Times New Roman"/>
          <w:sz w:val="24"/>
          <w:szCs w:val="24"/>
          <w:lang w:eastAsia="ru-RU"/>
        </w:rPr>
        <w:t xml:space="preserve"> Резчик по дереву</w:t>
      </w:r>
    </w:p>
    <w:p w:rsidR="00DA3BA7" w:rsidRDefault="00DA3BA7" w:rsidP="007812A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2BDD">
        <w:rPr>
          <w:rFonts w:ascii="Times New Roman" w:hAnsi="Times New Roman"/>
          <w:sz w:val="24"/>
          <w:szCs w:val="24"/>
          <w:lang w:eastAsia="ru-RU"/>
        </w:rPr>
        <w:t xml:space="preserve"> г.</w:t>
      </w:r>
      <w:r>
        <w:rPr>
          <w:rFonts w:ascii="Times New Roman" w:hAnsi="Times New Roman"/>
          <w:sz w:val="24"/>
          <w:szCs w:val="24"/>
          <w:lang w:eastAsia="ru-RU"/>
        </w:rPr>
        <w:t>)</w:t>
      </w:r>
      <w:r w:rsidRPr="00002BDD">
        <w:rPr>
          <w:rFonts w:ascii="Times New Roman" w:hAnsi="Times New Roman"/>
          <w:sz w:val="24"/>
          <w:szCs w:val="24"/>
          <w:lang w:eastAsia="ru-RU"/>
        </w:rPr>
        <w:t xml:space="preserve">    Агроном </w:t>
      </w:r>
    </w:p>
    <w:p w:rsidR="00DA3BA7" w:rsidRDefault="00DA3BA7" w:rsidP="007812A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3BA7" w:rsidRPr="00EE72FB" w:rsidRDefault="00DA3BA7" w:rsidP="007812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20.Напишите, какие правила техники безопасности необходимо соблюдать при работе с паяльником?</w:t>
      </w:r>
    </w:p>
    <w:p w:rsidR="00DA3BA7" w:rsidRDefault="00DA3BA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"/>
      </w:tblGrid>
      <w:tr w:rsidR="00DA3BA7" w:rsidTr="005942FD">
        <w:trPr>
          <w:trHeight w:val="260"/>
        </w:trPr>
        <w:tc>
          <w:tcPr>
            <w:tcW w:w="250" w:type="dxa"/>
          </w:tcPr>
          <w:p w:rsidR="00DA3BA7" w:rsidRPr="005942FD" w:rsidRDefault="00DA3BA7" w:rsidP="005942FD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A3BA7" w:rsidRDefault="00DA3BA7" w:rsidP="00F459B7"/>
    <w:sectPr w:rsidR="00DA3BA7" w:rsidSect="007812A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50B65"/>
    <w:multiLevelType w:val="hybridMultilevel"/>
    <w:tmpl w:val="666484FC"/>
    <w:lvl w:ilvl="0" w:tplc="7DF0F6BE">
      <w:start w:val="1"/>
      <w:numFmt w:val="russianLower"/>
      <w:lvlText w:val="%1)"/>
      <w:lvlJc w:val="left"/>
      <w:pPr>
        <w:tabs>
          <w:tab w:val="num" w:pos="1935"/>
        </w:tabs>
        <w:ind w:left="1935" w:hanging="360"/>
      </w:pPr>
      <w:rPr>
        <w:rFonts w:ascii="Times NR Cyr MT" w:hAnsi="Times NR Cyr MT" w:cs="Times New Roman" w:hint="default"/>
        <w:color w:val="auto"/>
      </w:rPr>
    </w:lvl>
    <w:lvl w:ilvl="1" w:tplc="7DF0F6BE">
      <w:start w:val="1"/>
      <w:numFmt w:val="russianLower"/>
      <w:lvlText w:val="%2)"/>
      <w:lvlJc w:val="left"/>
      <w:pPr>
        <w:tabs>
          <w:tab w:val="num" w:pos="1935"/>
        </w:tabs>
        <w:ind w:left="1935" w:hanging="360"/>
      </w:pPr>
      <w:rPr>
        <w:rFonts w:ascii="Times NR Cyr MT" w:hAnsi="Times NR Cyr MT" w:cs="Times New Roman" w:hint="default"/>
        <w:color w:val="auto"/>
      </w:rPr>
    </w:lvl>
    <w:lvl w:ilvl="2" w:tplc="7DF0F6BE">
      <w:start w:val="1"/>
      <w:numFmt w:val="russianLower"/>
      <w:lvlText w:val="%3)"/>
      <w:lvlJc w:val="left"/>
      <w:pPr>
        <w:tabs>
          <w:tab w:val="num" w:pos="1935"/>
        </w:tabs>
        <w:ind w:left="1935" w:hanging="360"/>
      </w:pPr>
      <w:rPr>
        <w:rFonts w:ascii="Times NR Cyr MT" w:hAnsi="Times NR Cyr MT" w:cs="Times New Roman" w:hint="default"/>
        <w:color w:val="auto"/>
      </w:rPr>
    </w:lvl>
    <w:lvl w:ilvl="3" w:tplc="7DF0F6BE">
      <w:start w:val="1"/>
      <w:numFmt w:val="russianLower"/>
      <w:lvlText w:val="%4)"/>
      <w:lvlJc w:val="left"/>
      <w:pPr>
        <w:tabs>
          <w:tab w:val="num" w:pos="1935"/>
        </w:tabs>
        <w:ind w:left="1935" w:hanging="360"/>
      </w:pPr>
      <w:rPr>
        <w:rFonts w:ascii="Times NR Cyr MT" w:hAnsi="Times NR Cyr MT" w:cs="Times New Roman" w:hint="default"/>
        <w:color w:val="auto"/>
      </w:rPr>
    </w:lvl>
    <w:lvl w:ilvl="4" w:tplc="7DF0F6BE">
      <w:start w:val="1"/>
      <w:numFmt w:val="russianLower"/>
      <w:lvlText w:val="%5)"/>
      <w:lvlJc w:val="left"/>
      <w:pPr>
        <w:tabs>
          <w:tab w:val="num" w:pos="1935"/>
        </w:tabs>
        <w:ind w:left="1935" w:hanging="360"/>
      </w:pPr>
      <w:rPr>
        <w:rFonts w:ascii="Times NR Cyr MT" w:hAnsi="Times NR Cyr MT" w:cs="Times New Roman" w:hint="default"/>
        <w:color w:val="auto"/>
      </w:rPr>
    </w:lvl>
    <w:lvl w:ilvl="5" w:tplc="7DF0F6BE">
      <w:start w:val="1"/>
      <w:numFmt w:val="russianLower"/>
      <w:lvlText w:val="%6)"/>
      <w:lvlJc w:val="left"/>
      <w:pPr>
        <w:tabs>
          <w:tab w:val="num" w:pos="1935"/>
        </w:tabs>
        <w:ind w:left="1935" w:hanging="360"/>
      </w:pPr>
      <w:rPr>
        <w:rFonts w:ascii="Times NR Cyr MT" w:hAnsi="Times NR Cyr MT" w:cs="Times New Roman" w:hint="default"/>
        <w:color w:val="auto"/>
      </w:rPr>
    </w:lvl>
    <w:lvl w:ilvl="6" w:tplc="2D98781C">
      <w:start w:val="12"/>
      <w:numFmt w:val="decimal"/>
      <w:lvlText w:val="%7."/>
      <w:lvlJc w:val="left"/>
      <w:pPr>
        <w:ind w:left="5055" w:hanging="375"/>
      </w:pPr>
      <w:rPr>
        <w:rFonts w:cs="Times New Roma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03723F"/>
    <w:multiLevelType w:val="hybridMultilevel"/>
    <w:tmpl w:val="9E78FEA4"/>
    <w:lvl w:ilvl="0" w:tplc="90D242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589"/>
    <w:rsid w:val="00002BDD"/>
    <w:rsid w:val="00235B6F"/>
    <w:rsid w:val="00261604"/>
    <w:rsid w:val="003E5E17"/>
    <w:rsid w:val="004E264D"/>
    <w:rsid w:val="005942FD"/>
    <w:rsid w:val="005F1388"/>
    <w:rsid w:val="006B47DF"/>
    <w:rsid w:val="006F44DC"/>
    <w:rsid w:val="00727564"/>
    <w:rsid w:val="00753135"/>
    <w:rsid w:val="007812A2"/>
    <w:rsid w:val="00843A1E"/>
    <w:rsid w:val="00893D5C"/>
    <w:rsid w:val="00B10589"/>
    <w:rsid w:val="00B535B2"/>
    <w:rsid w:val="00CE73CD"/>
    <w:rsid w:val="00DA3BA7"/>
    <w:rsid w:val="00EE72FB"/>
    <w:rsid w:val="00F459B7"/>
    <w:rsid w:val="00F77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58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77BC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uiPriority w:val="99"/>
    <w:rsid w:val="007812A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2">
    <w:name w:val="List 2"/>
    <w:basedOn w:val="Normal"/>
    <w:uiPriority w:val="99"/>
    <w:rsid w:val="007812A2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Normal"/>
    <w:uiPriority w:val="99"/>
    <w:rsid w:val="00EE72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  <w:rsid w:val="00EE72FB"/>
    <w:rPr>
      <w:rFonts w:cs="Times New Roman"/>
    </w:rPr>
  </w:style>
  <w:style w:type="paragraph" w:styleId="ListParagraph">
    <w:name w:val="List Paragraph"/>
    <w:basedOn w:val="Normal"/>
    <w:uiPriority w:val="99"/>
    <w:qFormat/>
    <w:rsid w:val="006B47D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95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3</Pages>
  <Words>617</Words>
  <Characters>3518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Надежда Валентиновна Медведева</cp:lastModifiedBy>
  <cp:revision>14</cp:revision>
  <dcterms:created xsi:type="dcterms:W3CDTF">2019-09-08T14:48:00Z</dcterms:created>
  <dcterms:modified xsi:type="dcterms:W3CDTF">2019-09-13T04:45:00Z</dcterms:modified>
</cp:coreProperties>
</file>